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C94F" w14:textId="5B9C4432" w:rsidR="00422918" w:rsidRPr="00AD7BF4" w:rsidRDefault="00AD7BF4" w:rsidP="00AD7BF4">
      <w:pPr>
        <w:spacing w:after="0" w:line="240" w:lineRule="auto"/>
        <w:jc w:val="center"/>
        <w:rPr>
          <w:rFonts w:ascii="Arial" w:eastAsia="Times New Roman" w:hAnsi="Arial" w:cs="Arial"/>
          <w:b/>
          <w:bCs/>
          <w:sz w:val="24"/>
          <w:szCs w:val="24"/>
        </w:rPr>
      </w:pPr>
      <w:r w:rsidRPr="00AD7BF4">
        <w:rPr>
          <w:rFonts w:ascii="Arial" w:eastAsia="Times New Roman" w:hAnsi="Arial" w:cs="Arial"/>
          <w:b/>
          <w:bCs/>
          <w:sz w:val="24"/>
          <w:szCs w:val="24"/>
        </w:rPr>
        <w:t>Legal Description</w:t>
      </w:r>
    </w:p>
    <w:p w14:paraId="0A018D84" w14:textId="77777777" w:rsidR="00AD7BF4" w:rsidRDefault="00AD7BF4" w:rsidP="00EB1716">
      <w:pPr>
        <w:spacing w:after="0" w:line="240" w:lineRule="auto"/>
        <w:jc w:val="both"/>
        <w:rPr>
          <w:rFonts w:ascii="Arial" w:eastAsia="Times New Roman" w:hAnsi="Arial" w:cs="Arial"/>
          <w:sz w:val="24"/>
          <w:szCs w:val="24"/>
        </w:rPr>
      </w:pPr>
    </w:p>
    <w:p w14:paraId="7B7F9180" w14:textId="77777777" w:rsidR="00AD7BF4" w:rsidRDefault="00AD7BF4" w:rsidP="00EB1716">
      <w:pPr>
        <w:spacing w:after="0" w:line="240" w:lineRule="auto"/>
        <w:jc w:val="both"/>
        <w:rPr>
          <w:rFonts w:ascii="Arial" w:eastAsia="Times New Roman" w:hAnsi="Arial" w:cs="Arial"/>
          <w:sz w:val="24"/>
          <w:szCs w:val="24"/>
        </w:rPr>
      </w:pPr>
    </w:p>
    <w:p w14:paraId="238ACA02" w14:textId="55694136" w:rsidR="00B652AE" w:rsidRDefault="006C2D6B" w:rsidP="00EB1716">
      <w:pPr>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LOTS 1 THROUGH 5 BLOCK 1 OF COLE ADDITION TO TOWN OF POMPANO, ACCORDING TO THE PLAT THEREOF AS RECORDED IN PLAT BOOK 1, PAGE 100 OF THE PUBLIC RECORDS OF PALM BEACH COUNTY, FLORIDA SAID LAND SITUTATE, LYING AND BEING IN BROWARD COUNTY, FLORIDA.</w:t>
      </w:r>
    </w:p>
    <w:p w14:paraId="52D5DC84" w14:textId="77777777" w:rsidR="006C2D6B" w:rsidRDefault="006C2D6B" w:rsidP="00EB1716">
      <w:pPr>
        <w:spacing w:after="0" w:line="240" w:lineRule="auto"/>
        <w:jc w:val="both"/>
        <w:rPr>
          <w:rFonts w:ascii="Arial" w:eastAsia="Times New Roman" w:hAnsi="Arial" w:cs="Arial"/>
          <w:b/>
          <w:bCs/>
          <w:sz w:val="24"/>
          <w:szCs w:val="24"/>
        </w:rPr>
      </w:pPr>
    </w:p>
    <w:p w14:paraId="630D0AB4" w14:textId="2F7BACE1" w:rsidR="006C2D6B" w:rsidRDefault="006C2D6B" w:rsidP="00EB1716">
      <w:pPr>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LESS AND EXCEPT THE FOLLOWING DESCRIBED </w:t>
      </w:r>
      <w:proofErr w:type="gramStart"/>
      <w:r>
        <w:rPr>
          <w:rFonts w:ascii="Arial" w:eastAsia="Times New Roman" w:hAnsi="Arial" w:cs="Arial"/>
          <w:b/>
          <w:bCs/>
          <w:sz w:val="24"/>
          <w:szCs w:val="24"/>
        </w:rPr>
        <w:t>PARCEL;</w:t>
      </w:r>
      <w:proofErr w:type="gramEnd"/>
    </w:p>
    <w:p w14:paraId="365D8592" w14:textId="77777777" w:rsidR="006C2D6B" w:rsidRDefault="006C2D6B" w:rsidP="00EB1716">
      <w:pPr>
        <w:spacing w:after="0" w:line="240" w:lineRule="auto"/>
        <w:jc w:val="both"/>
        <w:rPr>
          <w:rFonts w:ascii="Arial" w:eastAsia="Times New Roman" w:hAnsi="Arial" w:cs="Arial"/>
          <w:b/>
          <w:bCs/>
          <w:sz w:val="24"/>
          <w:szCs w:val="24"/>
        </w:rPr>
      </w:pPr>
    </w:p>
    <w:p w14:paraId="10BF2E2D" w14:textId="5A274251" w:rsidR="006C2D6B" w:rsidRDefault="006C2D6B" w:rsidP="00EB1716">
      <w:pPr>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A PORTION OF LOTS 1, 2 AND 3 OF PLAT COLE ADDITION TO POMPANO, ACCORDING TO THE PLAT THEREOF, AS RECORDED IN PLAT BOOK 1, AT PAGE 100, OF THE PUBLIC RECORDS OF PALM BEACH COUNTY, FLORIDA, BEING MORE PARTICULARLY DESCRIBED AS FOLLOWS:</w:t>
      </w:r>
    </w:p>
    <w:p w14:paraId="4CF7ABF7" w14:textId="77777777" w:rsidR="006C2D6B" w:rsidRDefault="006C2D6B" w:rsidP="00EB1716">
      <w:pPr>
        <w:spacing w:after="0" w:line="240" w:lineRule="auto"/>
        <w:jc w:val="both"/>
        <w:rPr>
          <w:rFonts w:ascii="Arial" w:eastAsia="Times New Roman" w:hAnsi="Arial" w:cs="Arial"/>
          <w:b/>
          <w:bCs/>
          <w:sz w:val="24"/>
          <w:szCs w:val="24"/>
        </w:rPr>
      </w:pPr>
    </w:p>
    <w:p w14:paraId="40F5D0E0" w14:textId="1AD35005" w:rsidR="006C2D6B" w:rsidRDefault="006C2D6B" w:rsidP="00EB1716">
      <w:pPr>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COMMENCE AT THE SOUTHWEST CORNER OF THE AFOREMENTIONED LOT 1, THENCE EASTERLY ALONG THE SOUTHERNLY LINE OF THE AFOREMENTIONED LOT 1, A DISTANCE OF 48.44 FEET TO THE POINT OF BEGINNING, SAID POINT ALSO BEING THE POINT OF CURVATURE OF A 30 FOOT RADIUS CURVE; THENCE </w:t>
      </w:r>
      <w:r w:rsidR="00010DDA">
        <w:rPr>
          <w:rFonts w:ascii="Arial" w:eastAsia="Times New Roman" w:hAnsi="Arial" w:cs="Arial"/>
          <w:b/>
          <w:bCs/>
          <w:sz w:val="24"/>
          <w:szCs w:val="24"/>
        </w:rPr>
        <w:t>NORTHEASTERLY ALONG THE ARC OF SAID CURVE A DISTANCE OF 38.92 FEET TO THE POINT OF TANGENCY; THENCE RUN NORTHEASTERLY ALONG A LINE 80 FEET WEST OF AND PARALLEL WITH THE WESTERLY RIGHT OF WAY LINE OF THE F.E.C. RAILROAD, A DISTANCE OF 135.18 FEET TO A POINT OF THE NORTH LINE OF THE AFOREMENTIONED LOT 3; THENCE EASTERLY TO THE NORTHEAST CORNER OF THE AFOREMENTIONED LOT 3; THENCE SOUTHERLY ALONG THE EAST LINE OF LOTS 1 THROUGH 3 TO THE SOUTHEAST CORNER OF THE AFOREMENTIONED LOT 1; THENCE WESTERLY TO THE POINT OF BEGINNING.</w:t>
      </w:r>
    </w:p>
    <w:p w14:paraId="22404F43" w14:textId="77777777" w:rsidR="00E023BF" w:rsidRPr="00B934FD" w:rsidRDefault="00E023BF" w:rsidP="00EB1716">
      <w:pPr>
        <w:spacing w:after="0" w:line="240" w:lineRule="auto"/>
        <w:jc w:val="both"/>
        <w:rPr>
          <w:rFonts w:ascii="Arial" w:eastAsia="Times New Roman" w:hAnsi="Arial" w:cs="Arial"/>
          <w:sz w:val="24"/>
          <w:szCs w:val="24"/>
        </w:rPr>
      </w:pPr>
    </w:p>
    <w:sectPr w:rsidR="00E023BF" w:rsidRPr="00B934FD" w:rsidSect="00EB1716">
      <w:headerReference w:type="default" r:id="rId11"/>
      <w:footerReference w:type="default" r:id="rId12"/>
      <w:headerReference w:type="first" r:id="rId13"/>
      <w:footerReference w:type="first" r:id="rId14"/>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A0537" w14:textId="77777777" w:rsidR="00422918" w:rsidRDefault="00422918" w:rsidP="00E74E5B">
      <w:pPr>
        <w:spacing w:after="0" w:line="240" w:lineRule="auto"/>
      </w:pPr>
      <w:r>
        <w:separator/>
      </w:r>
    </w:p>
  </w:endnote>
  <w:endnote w:type="continuationSeparator" w:id="0">
    <w:p w14:paraId="108DBA50" w14:textId="77777777" w:rsidR="00422918" w:rsidRDefault="00422918"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AvenirNext LT Pro Bold">
    <w:panose1 w:val="020B0804020202020204"/>
    <w:charset w:val="00"/>
    <w:family w:val="swiss"/>
    <w:notTrueType/>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F549F" w14:textId="77777777" w:rsidR="00221757" w:rsidRPr="008A79B8" w:rsidRDefault="008A79B8" w:rsidP="008A79B8">
    <w:pPr>
      <w:pStyle w:val="Footer"/>
    </w:pPr>
    <w:r>
      <w:rPr>
        <w:rFonts w:cstheme="minorHAnsi"/>
        <w:noProof/>
        <w:color w:val="767171" w:themeColor="background2" w:themeShade="80"/>
        <w:sz w:val="18"/>
        <w:szCs w:val="18"/>
      </w:rPr>
      <w:drawing>
        <wp:anchor distT="0" distB="0" distL="114300" distR="114300" simplePos="0" relativeHeight="251678720" behindDoc="0" locked="0" layoutInCell="1" allowOverlap="1" wp14:anchorId="0E51B003" wp14:editId="6EDA1464">
          <wp:simplePos x="0" y="0"/>
          <wp:positionH relativeFrom="margin">
            <wp:posOffset>69215</wp:posOffset>
          </wp:positionH>
          <wp:positionV relativeFrom="paragraph">
            <wp:posOffset>94310</wp:posOffset>
          </wp:positionV>
          <wp:extent cx="241300" cy="239395"/>
          <wp:effectExtent l="0" t="0" r="6350" b="825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Pr>
        <w:rFonts w:cstheme="minorHAnsi"/>
        <w:noProof/>
        <w:color w:val="767171" w:themeColor="background2" w:themeShade="80"/>
        <w:sz w:val="18"/>
        <w:szCs w:val="18"/>
      </w:rPr>
      <w:drawing>
        <wp:anchor distT="0" distB="0" distL="114300" distR="114300" simplePos="0" relativeHeight="251679744" behindDoc="0" locked="0" layoutInCell="1" allowOverlap="1" wp14:anchorId="3F4D2E19" wp14:editId="0EEE52F8">
          <wp:simplePos x="0" y="0"/>
          <wp:positionH relativeFrom="column">
            <wp:posOffset>4712386</wp:posOffset>
          </wp:positionH>
          <wp:positionV relativeFrom="paragraph">
            <wp:posOffset>167640</wp:posOffset>
          </wp:positionV>
          <wp:extent cx="1952625" cy="147955"/>
          <wp:effectExtent l="0" t="0" r="9525" b="444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sidRPr="00F9258B">
      <w:rPr>
        <w:rFonts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67F1BE6C" wp14:editId="40231644">
              <wp:simplePos x="0" y="0"/>
              <wp:positionH relativeFrom="margin">
                <wp:posOffset>52401</wp:posOffset>
              </wp:positionH>
              <wp:positionV relativeFrom="paragraph">
                <wp:posOffset>2743</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A120DE"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15pt,.2pt" to="524.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" strokecolor="#307864" strokeweight="1.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973A" w14:textId="77777777" w:rsidR="00221757" w:rsidRPr="00F9258B" w:rsidRDefault="00221757" w:rsidP="00221757">
    <w:pPr>
      <w:pStyle w:val="Footer"/>
      <w:jc w:val="center"/>
      <w:rPr>
        <w:rFonts w:cstheme="minorHAnsi"/>
        <w:color w:val="767171" w:themeColor="background2" w:themeShade="80"/>
        <w:sz w:val="18"/>
        <w:szCs w:val="18"/>
      </w:rPr>
    </w:pPr>
    <w:r w:rsidRPr="00F9258B">
      <w:rPr>
        <w:rFonts w:cstheme="minorHAnsi"/>
        <w:color w:val="767171" w:themeColor="background2" w:themeShade="80"/>
        <w:sz w:val="18"/>
        <w:szCs w:val="18"/>
      </w:rPr>
      <w:t>www.KEITHteam.com</w:t>
    </w:r>
  </w:p>
  <w:p w14:paraId="40425A85" w14:textId="77777777" w:rsidR="00221757" w:rsidRPr="00F9258B" w:rsidRDefault="00221757" w:rsidP="00221757">
    <w:pPr>
      <w:pStyle w:val="Footer"/>
      <w:jc w:val="center"/>
      <w:rPr>
        <w:rFonts w:cstheme="minorHAnsi"/>
        <w:color w:val="767171" w:themeColor="background2" w:themeShade="80"/>
        <w:sz w:val="18"/>
        <w:szCs w:val="18"/>
      </w:rPr>
    </w:pPr>
    <w:r w:rsidRPr="00F9258B">
      <w:rPr>
        <w:rFonts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07EA7271" wp14:editId="483505A2">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6B52DF"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" strokecolor="#307864" strokeweight="1.5pt">
              <v:stroke joinstyle="miter"/>
              <w10:wrap anchorx="margin"/>
            </v:line>
          </w:pict>
        </mc:Fallback>
      </mc:AlternateContent>
    </w:r>
  </w:p>
  <w:p w14:paraId="4C9780F9" w14:textId="37FDB57E" w:rsidR="00221757" w:rsidRPr="00F9258B" w:rsidRDefault="00DF28CA" w:rsidP="00221757">
    <w:pPr>
      <w:pStyle w:val="Footer"/>
      <w:jc w:val="center"/>
      <w:rPr>
        <w:rFonts w:cstheme="minorHAnsi"/>
        <w:color w:val="767171" w:themeColor="background2" w:themeShade="80"/>
        <w:sz w:val="18"/>
        <w:szCs w:val="18"/>
      </w:rPr>
    </w:pPr>
    <w:r w:rsidRPr="00F9258B">
      <w:rPr>
        <w:rFonts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0E05B8A2" wp14:editId="4FA271AF">
              <wp:simplePos x="0" y="0"/>
              <wp:positionH relativeFrom="column">
                <wp:posOffset>1979295</wp:posOffset>
              </wp:positionH>
              <wp:positionV relativeFrom="paragraph">
                <wp:posOffset>52070</wp:posOffset>
              </wp:positionV>
              <wp:extent cx="45085" cy="45085"/>
              <wp:effectExtent l="0" t="0" r="0" b="0"/>
              <wp:wrapNone/>
              <wp:docPr id="14" name="Oval 1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5D1D2AC" id="Oval 14" o:spid="_x0000_s1026" style="position:absolute;margin-left:155.85pt;margin-top:4.1pt;width:3.55pt;height:3.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" fillcolor="#747070 [1614]" stroked="f" strokeweight="1pt">
              <v:stroke joinstyle="miter"/>
            </v:oval>
          </w:pict>
        </mc:Fallback>
      </mc:AlternateContent>
    </w:r>
    <w:r w:rsidRPr="00F9258B">
      <w:rPr>
        <w:rFonts w:cstheme="minorHAnsi"/>
        <w:noProof/>
        <w:color w:val="E7E6E6" w:themeColor="background2"/>
        <w:sz w:val="18"/>
        <w:szCs w:val="18"/>
      </w:rPr>
      <mc:AlternateContent>
        <mc:Choice Requires="wps">
          <w:drawing>
            <wp:anchor distT="0" distB="0" distL="114300" distR="114300" simplePos="0" relativeHeight="251681792" behindDoc="0" locked="0" layoutInCell="1" allowOverlap="1" wp14:anchorId="71ADA697" wp14:editId="78402398">
              <wp:simplePos x="0" y="0"/>
              <wp:positionH relativeFrom="column">
                <wp:posOffset>2513330</wp:posOffset>
              </wp:positionH>
              <wp:positionV relativeFrom="paragraph">
                <wp:posOffset>63500</wp:posOffset>
              </wp:positionV>
              <wp:extent cx="45085" cy="45085"/>
              <wp:effectExtent l="0" t="0" r="0" b="0"/>
              <wp:wrapNone/>
              <wp:docPr id="1" name="Oval 1"/>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AE949A4" id="Oval 1" o:spid="_x0000_s1026" style="position:absolute;margin-left:197.9pt;margin-top:5pt;width:3.55pt;height:3.5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" fillcolor="#747070 [1614]" stroked="f" strokeweight="1pt">
              <v:stroke joinstyle="miter"/>
            </v:oval>
          </w:pict>
        </mc:Fallback>
      </mc:AlternateContent>
    </w:r>
    <w:r w:rsidRPr="00F9258B">
      <w:rPr>
        <w:rFonts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28D81F96" wp14:editId="5145A7B8">
              <wp:simplePos x="0" y="0"/>
              <wp:positionH relativeFrom="column">
                <wp:posOffset>3541395</wp:posOffset>
              </wp:positionH>
              <wp:positionV relativeFrom="paragraph">
                <wp:posOffset>64770</wp:posOffset>
              </wp:positionV>
              <wp:extent cx="45085" cy="45085"/>
              <wp:effectExtent l="0" t="0" r="0" b="0"/>
              <wp:wrapNone/>
              <wp:docPr id="13" name="Oval 13"/>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4B45C4" id="Oval 13" o:spid="_x0000_s1026" style="position:absolute;margin-left:278.85pt;margin-top:5.1pt;width:3.55pt;height:3.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" fillcolor="#747070 [1614]" stroked="f" strokeweight="1pt">
              <v:stroke joinstyle="miter"/>
            </v:oval>
          </w:pict>
        </mc:Fallback>
      </mc:AlternateContent>
    </w:r>
    <w:r w:rsidRPr="00F9258B">
      <w:rPr>
        <w:rFonts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3525F49D" wp14:editId="23C17F84">
              <wp:simplePos x="0" y="0"/>
              <wp:positionH relativeFrom="column">
                <wp:posOffset>4180205</wp:posOffset>
              </wp:positionH>
              <wp:positionV relativeFrom="paragraph">
                <wp:posOffset>64135</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5D50E3" id="Oval 10" o:spid="_x0000_s1026" style="position:absolute;margin-left:329.15pt;margin-top:5.05pt;width:3.55pt;height:3.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10;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" fillcolor="#747070 [1614]" stroked="f" strokeweight="1pt">
              <v:stroke joinstyle="miter"/>
            </v:oval>
          </w:pict>
        </mc:Fallback>
      </mc:AlternateContent>
    </w:r>
    <w:proofErr w:type="gramStart"/>
    <w:r w:rsidR="00221757" w:rsidRPr="00F9258B">
      <w:rPr>
        <w:rFonts w:cstheme="minorHAnsi"/>
        <w:color w:val="767171" w:themeColor="background2" w:themeShade="80"/>
        <w:sz w:val="18"/>
        <w:szCs w:val="18"/>
      </w:rPr>
      <w:t>pompano beach</w:t>
    </w:r>
    <w:proofErr w:type="gramEnd"/>
    <w:r w:rsidR="00221757" w:rsidRPr="00F9258B">
      <w:rPr>
        <w:rFonts w:cstheme="minorHAnsi"/>
        <w:color w:val="767171" w:themeColor="background2" w:themeShade="80"/>
        <w:sz w:val="18"/>
        <w:szCs w:val="18"/>
      </w:rPr>
      <w:t xml:space="preserve"> (</w:t>
    </w:r>
    <w:proofErr w:type="gramStart"/>
    <w:r w:rsidR="00221757" w:rsidRPr="00F9258B">
      <w:rPr>
        <w:rFonts w:cstheme="minorHAnsi"/>
        <w:color w:val="767171" w:themeColor="background2" w:themeShade="80"/>
        <w:sz w:val="18"/>
        <w:szCs w:val="18"/>
      </w:rPr>
      <w:t xml:space="preserve">HQ)   </w:t>
    </w:r>
    <w:proofErr w:type="gramEnd"/>
    <w:r w:rsidR="00610ED9">
      <w:rPr>
        <w:rFonts w:cstheme="minorHAnsi"/>
        <w:color w:val="767171" w:themeColor="background2" w:themeShade="80"/>
        <w:sz w:val="18"/>
        <w:szCs w:val="18"/>
      </w:rPr>
      <w:t xml:space="preserve"> </w:t>
    </w:r>
    <w:r w:rsidR="00610ED9">
      <w:rPr>
        <w:rFonts w:cstheme="minorHAnsi"/>
        <w:color w:val="767171" w:themeColor="background2" w:themeShade="80"/>
        <w:sz w:val="18"/>
        <w:szCs w:val="18"/>
      </w:rPr>
      <w:softHyphen/>
    </w:r>
    <w:r w:rsidR="00610ED9">
      <w:rPr>
        <w:rFonts w:cstheme="minorHAnsi"/>
        <w:color w:val="767171" w:themeColor="background2" w:themeShade="80"/>
        <w:sz w:val="18"/>
        <w:szCs w:val="18"/>
      </w:rPr>
      <w:softHyphen/>
    </w:r>
    <w:r w:rsidR="00221757" w:rsidRPr="00F9258B">
      <w:rPr>
        <w:rFonts w:cstheme="minorHAnsi"/>
        <w:color w:val="767171" w:themeColor="background2" w:themeShade="80"/>
        <w:sz w:val="18"/>
        <w:szCs w:val="18"/>
      </w:rPr>
      <w:t xml:space="preserve">     </w:t>
    </w:r>
    <w:proofErr w:type="spellStart"/>
    <w:r w:rsidR="00221757" w:rsidRPr="00F9258B">
      <w:rPr>
        <w:rFonts w:cstheme="minorHAnsi"/>
        <w:color w:val="767171" w:themeColor="background2" w:themeShade="80"/>
        <w:sz w:val="18"/>
        <w:szCs w:val="18"/>
      </w:rPr>
      <w:t>miami</w:t>
    </w:r>
    <w:proofErr w:type="spellEnd"/>
    <w:r w:rsidR="00221757" w:rsidRPr="00F9258B">
      <w:rPr>
        <w:rFonts w:cstheme="minorHAnsi"/>
        <w:color w:val="767171" w:themeColor="background2" w:themeShade="80"/>
        <w:sz w:val="18"/>
        <w:szCs w:val="18"/>
      </w:rPr>
      <w:t xml:space="preserve">          west palm beach          </w:t>
    </w:r>
    <w:proofErr w:type="spellStart"/>
    <w:r w:rsidR="00221757" w:rsidRPr="00F9258B">
      <w:rPr>
        <w:rFonts w:cstheme="minorHAnsi"/>
        <w:color w:val="767171" w:themeColor="background2" w:themeShade="80"/>
        <w:sz w:val="18"/>
        <w:szCs w:val="18"/>
      </w:rPr>
      <w:t>orlando</w:t>
    </w:r>
    <w:proofErr w:type="spellEnd"/>
    <w:r w:rsidR="00221757" w:rsidRPr="00F9258B">
      <w:rPr>
        <w:rFonts w:cstheme="minorHAnsi"/>
        <w:color w:val="767171" w:themeColor="background2" w:themeShade="80"/>
        <w:sz w:val="18"/>
        <w:szCs w:val="18"/>
      </w:rPr>
      <w:t xml:space="preserve">       </w:t>
    </w:r>
    <w:r w:rsidR="00363D90">
      <w:rPr>
        <w:rFonts w:cstheme="minorHAnsi"/>
        <w:color w:val="767171" w:themeColor="background2" w:themeShade="80"/>
        <w:sz w:val="18"/>
        <w:szCs w:val="18"/>
      </w:rPr>
      <w:t xml:space="preserve">    </w:t>
    </w:r>
    <w:r w:rsidR="00610ED9">
      <w:rPr>
        <w:rFonts w:cstheme="minorHAnsi"/>
        <w:color w:val="767171" w:themeColor="background2" w:themeShade="80"/>
        <w:sz w:val="18"/>
        <w:szCs w:val="18"/>
      </w:rPr>
      <w:t xml:space="preserve">port saint </w:t>
    </w:r>
    <w:proofErr w:type="spellStart"/>
    <w:r w:rsidR="00610ED9">
      <w:rPr>
        <w:rFonts w:cstheme="minorHAnsi"/>
        <w:color w:val="767171" w:themeColor="background2" w:themeShade="80"/>
        <w:sz w:val="18"/>
        <w:szCs w:val="18"/>
      </w:rPr>
      <w:t>lucie</w:t>
    </w:r>
    <w:proofErr w:type="spellEnd"/>
  </w:p>
  <w:p w14:paraId="6B3BB66F" w14:textId="77777777"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FD32A" w14:textId="77777777" w:rsidR="00422918" w:rsidRDefault="00422918" w:rsidP="00E74E5B">
      <w:pPr>
        <w:spacing w:after="0" w:line="240" w:lineRule="auto"/>
      </w:pPr>
      <w:r>
        <w:separator/>
      </w:r>
    </w:p>
  </w:footnote>
  <w:footnote w:type="continuationSeparator" w:id="0">
    <w:p w14:paraId="473E539C" w14:textId="77777777" w:rsidR="00422918" w:rsidRDefault="00422918" w:rsidP="00E74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81871" w14:textId="7E023BCC"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AD7BF4">
      <w:rPr>
        <w:noProof/>
        <w:sz w:val="16"/>
        <w:szCs w:val="16"/>
      </w:rPr>
      <w:t>October 10, 2025</w:t>
    </w:r>
    <w:r>
      <w:rPr>
        <w:sz w:val="16"/>
        <w:szCs w:val="16"/>
      </w:rPr>
      <w:fldChar w:fldCharType="end"/>
    </w:r>
  </w:p>
  <w:p w14:paraId="3C8E6504" w14:textId="77777777" w:rsidR="008A79B8" w:rsidRPr="00DA039A" w:rsidRDefault="00AD7BF4">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3DC62C9C" w14:textId="77777777" w:rsidR="003D3D76" w:rsidRPr="00DA039A" w:rsidRDefault="003D3D76">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F7EF6" w14:textId="77777777" w:rsidR="00117400" w:rsidRDefault="00117400">
    <w:pPr>
      <w:pStyle w:val="Header"/>
    </w:pPr>
    <w:r>
      <w:rPr>
        <w:noProof/>
      </w:rPr>
      <w:drawing>
        <wp:inline distT="0" distB="0" distL="0" distR="0" wp14:anchorId="1D1A1129" wp14:editId="0C111F4D">
          <wp:extent cx="1250899" cy="462097"/>
          <wp:effectExtent l="0" t="0" r="6985" b="0"/>
          <wp:docPr id="15" name="Picture 1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2AC684ED"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E01E2"/>
    <w:multiLevelType w:val="hybridMultilevel"/>
    <w:tmpl w:val="E7766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1C2E2B"/>
    <w:multiLevelType w:val="hybridMultilevel"/>
    <w:tmpl w:val="CEECB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FD7B55"/>
    <w:multiLevelType w:val="hybridMultilevel"/>
    <w:tmpl w:val="A476E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CF3F2C"/>
    <w:multiLevelType w:val="hybridMultilevel"/>
    <w:tmpl w:val="91BC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8292975">
    <w:abstractNumId w:val="3"/>
  </w:num>
  <w:num w:numId="2" w16cid:durableId="1453355608">
    <w:abstractNumId w:val="1"/>
  </w:num>
  <w:num w:numId="3" w16cid:durableId="2048290122">
    <w:abstractNumId w:val="2"/>
  </w:num>
  <w:num w:numId="4" w16cid:durableId="2025326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18"/>
    <w:rsid w:val="00010DDA"/>
    <w:rsid w:val="00020130"/>
    <w:rsid w:val="00030939"/>
    <w:rsid w:val="00040A45"/>
    <w:rsid w:val="00056ABA"/>
    <w:rsid w:val="000728E6"/>
    <w:rsid w:val="00077088"/>
    <w:rsid w:val="000D3427"/>
    <w:rsid w:val="000D5085"/>
    <w:rsid w:val="000D56B8"/>
    <w:rsid w:val="000E2D61"/>
    <w:rsid w:val="000E55DB"/>
    <w:rsid w:val="00117400"/>
    <w:rsid w:val="00146A70"/>
    <w:rsid w:val="00186CCB"/>
    <w:rsid w:val="001B12BE"/>
    <w:rsid w:val="001B1D79"/>
    <w:rsid w:val="001B2C8D"/>
    <w:rsid w:val="001E44D4"/>
    <w:rsid w:val="0021159C"/>
    <w:rsid w:val="00220C7E"/>
    <w:rsid w:val="00221757"/>
    <w:rsid w:val="00222DE8"/>
    <w:rsid w:val="002309E3"/>
    <w:rsid w:val="00272F68"/>
    <w:rsid w:val="00275876"/>
    <w:rsid w:val="00284862"/>
    <w:rsid w:val="002850F7"/>
    <w:rsid w:val="002A13D0"/>
    <w:rsid w:val="002A7BBB"/>
    <w:rsid w:val="002B265D"/>
    <w:rsid w:val="002C119D"/>
    <w:rsid w:val="002C1883"/>
    <w:rsid w:val="002C4176"/>
    <w:rsid w:val="002D2236"/>
    <w:rsid w:val="00317F94"/>
    <w:rsid w:val="00325D8A"/>
    <w:rsid w:val="00334246"/>
    <w:rsid w:val="00363D90"/>
    <w:rsid w:val="003A0917"/>
    <w:rsid w:val="003C6A75"/>
    <w:rsid w:val="003D3D76"/>
    <w:rsid w:val="003E34C0"/>
    <w:rsid w:val="00422918"/>
    <w:rsid w:val="00432E01"/>
    <w:rsid w:val="00442678"/>
    <w:rsid w:val="0045730E"/>
    <w:rsid w:val="004955D7"/>
    <w:rsid w:val="004A48E3"/>
    <w:rsid w:val="004A7295"/>
    <w:rsid w:val="004C1087"/>
    <w:rsid w:val="004D5890"/>
    <w:rsid w:val="004E1F56"/>
    <w:rsid w:val="004E2E7C"/>
    <w:rsid w:val="004F7F40"/>
    <w:rsid w:val="005026B7"/>
    <w:rsid w:val="00523C44"/>
    <w:rsid w:val="00550D54"/>
    <w:rsid w:val="00554759"/>
    <w:rsid w:val="005627D0"/>
    <w:rsid w:val="00562BD8"/>
    <w:rsid w:val="00572CD2"/>
    <w:rsid w:val="005840A9"/>
    <w:rsid w:val="00587FA0"/>
    <w:rsid w:val="0059752B"/>
    <w:rsid w:val="005A2F9C"/>
    <w:rsid w:val="005B7616"/>
    <w:rsid w:val="005C1D37"/>
    <w:rsid w:val="005E6FC0"/>
    <w:rsid w:val="005E7B8C"/>
    <w:rsid w:val="005F48B4"/>
    <w:rsid w:val="00605D74"/>
    <w:rsid w:val="00610364"/>
    <w:rsid w:val="00610ED9"/>
    <w:rsid w:val="006125AC"/>
    <w:rsid w:val="00630D5A"/>
    <w:rsid w:val="00633608"/>
    <w:rsid w:val="006353CF"/>
    <w:rsid w:val="00643517"/>
    <w:rsid w:val="00663F0F"/>
    <w:rsid w:val="00672896"/>
    <w:rsid w:val="00681383"/>
    <w:rsid w:val="0069412A"/>
    <w:rsid w:val="006A5E9F"/>
    <w:rsid w:val="006A7B34"/>
    <w:rsid w:val="006B1F9A"/>
    <w:rsid w:val="006C2D6B"/>
    <w:rsid w:val="006C6C1C"/>
    <w:rsid w:val="00704CE9"/>
    <w:rsid w:val="007246E2"/>
    <w:rsid w:val="007463B7"/>
    <w:rsid w:val="007517C6"/>
    <w:rsid w:val="00773DCD"/>
    <w:rsid w:val="007974A0"/>
    <w:rsid w:val="007C2576"/>
    <w:rsid w:val="0080141F"/>
    <w:rsid w:val="008070EB"/>
    <w:rsid w:val="008726F0"/>
    <w:rsid w:val="0087624B"/>
    <w:rsid w:val="0087673B"/>
    <w:rsid w:val="008851C9"/>
    <w:rsid w:val="00892E95"/>
    <w:rsid w:val="008A79B8"/>
    <w:rsid w:val="008B7312"/>
    <w:rsid w:val="008E2139"/>
    <w:rsid w:val="008F7B35"/>
    <w:rsid w:val="00917ECA"/>
    <w:rsid w:val="00960F82"/>
    <w:rsid w:val="009704BB"/>
    <w:rsid w:val="009813AA"/>
    <w:rsid w:val="0098455D"/>
    <w:rsid w:val="009D5E91"/>
    <w:rsid w:val="009E0596"/>
    <w:rsid w:val="00A0042F"/>
    <w:rsid w:val="00A146EF"/>
    <w:rsid w:val="00A1786C"/>
    <w:rsid w:val="00A31AB5"/>
    <w:rsid w:val="00A455D2"/>
    <w:rsid w:val="00A6406C"/>
    <w:rsid w:val="00A77522"/>
    <w:rsid w:val="00A97057"/>
    <w:rsid w:val="00A9764B"/>
    <w:rsid w:val="00AA709B"/>
    <w:rsid w:val="00AC7BBB"/>
    <w:rsid w:val="00AD2577"/>
    <w:rsid w:val="00AD7BF4"/>
    <w:rsid w:val="00AE4A98"/>
    <w:rsid w:val="00B60E61"/>
    <w:rsid w:val="00B652AE"/>
    <w:rsid w:val="00B934FD"/>
    <w:rsid w:val="00BD7A2A"/>
    <w:rsid w:val="00BE21E7"/>
    <w:rsid w:val="00BE5520"/>
    <w:rsid w:val="00C36536"/>
    <w:rsid w:val="00C420AF"/>
    <w:rsid w:val="00C46A30"/>
    <w:rsid w:val="00C542C7"/>
    <w:rsid w:val="00C80275"/>
    <w:rsid w:val="00CA3932"/>
    <w:rsid w:val="00CC105D"/>
    <w:rsid w:val="00CC4573"/>
    <w:rsid w:val="00CD13E9"/>
    <w:rsid w:val="00CD325E"/>
    <w:rsid w:val="00CD4537"/>
    <w:rsid w:val="00D03F65"/>
    <w:rsid w:val="00D2335A"/>
    <w:rsid w:val="00D26857"/>
    <w:rsid w:val="00D56ED5"/>
    <w:rsid w:val="00D62031"/>
    <w:rsid w:val="00D6580E"/>
    <w:rsid w:val="00D7594B"/>
    <w:rsid w:val="00DA039A"/>
    <w:rsid w:val="00DA151C"/>
    <w:rsid w:val="00DB4A1E"/>
    <w:rsid w:val="00DC2971"/>
    <w:rsid w:val="00DD67CF"/>
    <w:rsid w:val="00DF28CA"/>
    <w:rsid w:val="00E023BF"/>
    <w:rsid w:val="00E04707"/>
    <w:rsid w:val="00E16F7B"/>
    <w:rsid w:val="00E44D8C"/>
    <w:rsid w:val="00E46973"/>
    <w:rsid w:val="00E74E5B"/>
    <w:rsid w:val="00E91995"/>
    <w:rsid w:val="00E965A6"/>
    <w:rsid w:val="00EA0D42"/>
    <w:rsid w:val="00EB0138"/>
    <w:rsid w:val="00EB1716"/>
    <w:rsid w:val="00EB7AF3"/>
    <w:rsid w:val="00EE3292"/>
    <w:rsid w:val="00EF17EE"/>
    <w:rsid w:val="00F01FE6"/>
    <w:rsid w:val="00F43B16"/>
    <w:rsid w:val="00F44DF5"/>
    <w:rsid w:val="00F51E34"/>
    <w:rsid w:val="00F74840"/>
    <w:rsid w:val="00F9258B"/>
    <w:rsid w:val="00FC0ECF"/>
    <w:rsid w:val="00FD0769"/>
    <w:rsid w:val="00FF2EBB"/>
    <w:rsid w:val="00FF6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9D632"/>
  <w15:chartTrackingRefBased/>
  <w15:docId w15:val="{0768E7A0-AB58-495F-9BA9-23255B4F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2AE"/>
    <w:pPr>
      <w:spacing w:after="200" w:line="276" w:lineRule="auto"/>
    </w:pPr>
    <w:rPr>
      <w:rFonts w:asciiTheme="minorHAnsi" w:hAnsiTheme="minorHAnsi"/>
    </w:rPr>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paragraph" w:styleId="ListParagraph">
    <w:name w:val="List Paragraph"/>
    <w:basedOn w:val="Normal"/>
    <w:uiPriority w:val="34"/>
    <w:qFormat/>
    <w:rsid w:val="000728E6"/>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rPr>
  </w:style>
  <w:style w:type="table" w:styleId="MediumGrid1-Accent3">
    <w:name w:val="Medium Grid 1 Accent 3"/>
    <w:basedOn w:val="TableNormal"/>
    <w:uiPriority w:val="67"/>
    <w:rsid w:val="000728E6"/>
    <w:pPr>
      <w:spacing w:after="0" w:line="240" w:lineRule="auto"/>
    </w:pPr>
    <w:rPr>
      <w:rFonts w:asciiTheme="minorHAnsi" w:hAnsiTheme="minorHAnsi"/>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Pa4">
    <w:name w:val="Pa4"/>
    <w:basedOn w:val="Normal"/>
    <w:next w:val="Normal"/>
    <w:uiPriority w:val="99"/>
    <w:rsid w:val="00E965A6"/>
    <w:pPr>
      <w:autoSpaceDE w:val="0"/>
      <w:autoSpaceDN w:val="0"/>
      <w:adjustRightInd w:val="0"/>
      <w:spacing w:after="0" w:line="201" w:lineRule="atLeast"/>
    </w:pPr>
    <w:rPr>
      <w:rFonts w:ascii="AvenirNext LT Pro Bold" w:hAnsi="AvenirNext LT Pro Bold"/>
      <w:sz w:val="24"/>
      <w:szCs w:val="24"/>
    </w:rPr>
  </w:style>
  <w:style w:type="paragraph" w:customStyle="1" w:styleId="Pa7">
    <w:name w:val="Pa7"/>
    <w:basedOn w:val="Normal"/>
    <w:next w:val="Normal"/>
    <w:uiPriority w:val="99"/>
    <w:rsid w:val="00E965A6"/>
    <w:pPr>
      <w:autoSpaceDE w:val="0"/>
      <w:autoSpaceDN w:val="0"/>
      <w:adjustRightInd w:val="0"/>
      <w:spacing w:after="0" w:line="201" w:lineRule="atLeast"/>
    </w:pPr>
    <w:rPr>
      <w:rFonts w:ascii="AvenirNext LT Pro Bold" w:hAnsi="AvenirNext LT Pro Bold"/>
      <w:sz w:val="24"/>
      <w:szCs w:val="24"/>
    </w:rPr>
  </w:style>
  <w:style w:type="paragraph" w:customStyle="1" w:styleId="Default">
    <w:name w:val="Default"/>
    <w:rsid w:val="006A5E9F"/>
    <w:pPr>
      <w:autoSpaceDE w:val="0"/>
      <w:autoSpaceDN w:val="0"/>
      <w:adjustRightInd w:val="0"/>
      <w:spacing w:after="0" w:line="240" w:lineRule="auto"/>
    </w:pPr>
    <w:rPr>
      <w:rFonts w:cs="Arial"/>
      <w:color w:val="000000"/>
      <w:sz w:val="24"/>
      <w:szCs w:val="24"/>
    </w:rPr>
  </w:style>
  <w:style w:type="table" w:styleId="TableGrid">
    <w:name w:val="Table Grid"/>
    <w:basedOn w:val="TableNormal"/>
    <w:uiPriority w:val="39"/>
    <w:rsid w:val="001B1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064008">
      <w:bodyDiv w:val="1"/>
      <w:marLeft w:val="0"/>
      <w:marRight w:val="0"/>
      <w:marTop w:val="0"/>
      <w:marBottom w:val="0"/>
      <w:divBdr>
        <w:top w:val="none" w:sz="0" w:space="0" w:color="auto"/>
        <w:left w:val="none" w:sz="0" w:space="0" w:color="auto"/>
        <w:bottom w:val="none" w:sz="0" w:space="0" w:color="auto"/>
        <w:right w:val="none" w:sz="0" w:space="0" w:color="auto"/>
      </w:divBdr>
    </w:div>
    <w:div w:id="106013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K:\13044.00%20-%20ArtsPark%20Lofts%20-%20Merrimac%20Ventures\Planning\Due%20Diligence\LO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0AAAD4B2568F45A964FC3F6BCA1ED0" ma:contentTypeVersion="13" ma:contentTypeDescription="Create a new document." ma:contentTypeScope="" ma:versionID="cab32e919c9a77fb3bed58a6b1ad3f0c">
  <xsd:schema xmlns:xsd="http://www.w3.org/2001/XMLSchema" xmlns:xs="http://www.w3.org/2001/XMLSchema" xmlns:p="http://schemas.microsoft.com/office/2006/metadata/properties" xmlns:ns2="c42c8a5d-5934-42ab-ac83-66fa09eb4611" xmlns:ns3="c7e1d92a-89e7-4106-b150-c1ff82ed1390" targetNamespace="http://schemas.microsoft.com/office/2006/metadata/properties" ma:root="true" ma:fieldsID="08b7adc96fee45f6f7270ca1c351c66a" ns2:_="" ns3:_="">
    <xsd:import namespace="c42c8a5d-5934-42ab-ac83-66fa09eb4611"/>
    <xsd:import namespace="c7e1d92a-89e7-4106-b150-c1ff82ed139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c8a5d-5934-42ab-ac83-66fa09eb46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a66b95e-0152-44e7-a0d5-2f279f7e57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e1d92a-89e7-4106-b150-c1ff82ed139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8ce985d-e196-4921-9d6b-18d2b32a35a9}" ma:internalName="TaxCatchAll" ma:showField="CatchAllData" ma:web="c7e1d92a-89e7-4106-b150-c1ff82ed139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7e1d92a-89e7-4106-b150-c1ff82ed1390" xsi:nil="true"/>
    <lcf76f155ced4ddcb4097134ff3c332f xmlns="c42c8a5d-5934-42ab-ac83-66fa09eb46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CD834-BC4A-4FDB-98C9-91C86CCB0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c8a5d-5934-42ab-ac83-66fa09eb4611"/>
    <ds:schemaRef ds:uri="c7e1d92a-89e7-4106-b150-c1ff82ed1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5CDEF8-C44B-4D52-9BA5-7065409720FF}">
  <ds:schemaRefs>
    <ds:schemaRef ds:uri="http://schemas.microsoft.com/sharepoint/v3/contenttype/forms"/>
  </ds:schemaRefs>
</ds:datastoreItem>
</file>

<file path=customXml/itemProps3.xml><?xml version="1.0" encoding="utf-8"?>
<ds:datastoreItem xmlns:ds="http://schemas.openxmlformats.org/officeDocument/2006/customXml" ds:itemID="{764E0355-A1DE-4B05-A39E-3E46F587F8FD}">
  <ds:schemaRefs>
    <ds:schemaRef ds:uri="http://schemas.microsoft.com/office/2006/metadata/properties"/>
    <ds:schemaRef ds:uri="http://schemas.microsoft.com/office/infopath/2007/PartnerControls"/>
    <ds:schemaRef ds:uri="c7e1d92a-89e7-4106-b150-c1ff82ed1390"/>
    <ds:schemaRef ds:uri="c42c8a5d-5934-42ab-ac83-66fa09eb4611"/>
  </ds:schemaRefs>
</ds:datastoreItem>
</file>

<file path=customXml/itemProps4.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LOA.dotx</Template>
  <TotalTime>95</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Joselyn Aldas</dc:creator>
  <cp:keywords/>
  <dc:description/>
  <cp:lastModifiedBy>Sebastian Reina</cp:lastModifiedBy>
  <cp:revision>11</cp:revision>
  <cp:lastPrinted>2022-02-15T16:27:00Z</cp:lastPrinted>
  <dcterms:created xsi:type="dcterms:W3CDTF">2024-02-16T02:02:00Z</dcterms:created>
  <dcterms:modified xsi:type="dcterms:W3CDTF">2025-10-10T17:24:00Z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0x010100540AAAD4B2568F45A964FC3F6BCA1ED0</vt:lpwstr>
  </property>
  <property fmtid="{D5CDD505-2E9C-101B-9397-08002B2CF9AE}" pid="3" name="MediaServiceImageTags">
    <vt:lpwstr/>
  </property>
</Properties>
</file>